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FCE2FD7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</w:t>
      </w:r>
      <w:r w:rsidR="004224DD">
        <w:rPr>
          <w:b/>
          <w:lang w:val="en-GB"/>
        </w:rPr>
        <w:t>: 22-SS002-23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61B8FD9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F56D1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D31B5F3" w14:textId="77777777" w:rsidR="00DB21A2" w:rsidRPr="00A33618" w:rsidRDefault="00DB21A2" w:rsidP="00DB21A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DB21A2" w:rsidRPr="00A33618" w14:paraId="087F7EB8" w14:textId="77777777" w:rsidTr="00F36CFF">
        <w:tc>
          <w:tcPr>
            <w:tcW w:w="4673" w:type="dxa"/>
            <w:shd w:val="clear" w:color="auto" w:fill="auto"/>
          </w:tcPr>
          <w:p w14:paraId="671E08A3" w14:textId="77777777" w:rsidR="00DB21A2" w:rsidRPr="00A33618" w:rsidRDefault="00DB21A2" w:rsidP="00F36CFF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63E3B7F" w14:textId="77777777" w:rsidR="00DB21A2" w:rsidRPr="00A33618" w:rsidRDefault="00DB21A2" w:rsidP="00F36CF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1C7D284B" w14:textId="77777777" w:rsidR="00DB21A2" w:rsidRPr="00A33618" w:rsidRDefault="00DB21A2" w:rsidP="00F36CF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DB21A2" w:rsidRPr="00A33618" w14:paraId="37DB9A41" w14:textId="77777777" w:rsidTr="00F36CFF">
        <w:tc>
          <w:tcPr>
            <w:tcW w:w="4673" w:type="dxa"/>
            <w:shd w:val="clear" w:color="auto" w:fill="auto"/>
          </w:tcPr>
          <w:p w14:paraId="1E2D188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43130262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4F2F6F" w14:textId="77777777" w:rsidR="00DB21A2" w:rsidRPr="00532E97" w:rsidRDefault="00DB21A2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16/02/22</w:t>
            </w:r>
          </w:p>
        </w:tc>
      </w:tr>
      <w:tr w:rsidR="00DB21A2" w:rsidRPr="00A33618" w14:paraId="506D7878" w14:textId="77777777" w:rsidTr="00F36CFF">
        <w:tc>
          <w:tcPr>
            <w:tcW w:w="4673" w:type="dxa"/>
            <w:shd w:val="clear" w:color="auto" w:fill="auto"/>
          </w:tcPr>
          <w:p w14:paraId="7EB97CC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2CF52EAC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550C3581" w14:textId="1E2684DC" w:rsidR="00DB21A2" w:rsidRDefault="00DB21A2" w:rsidP="00F36CFF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3B6020">
              <w:rPr>
                <w:rFonts w:ascii="Calibri" w:hAnsi="Calibri"/>
                <w:szCs w:val="20"/>
                <w:highlight w:val="yellow"/>
              </w:rPr>
              <w:t>2</w:t>
            </w:r>
            <w:r>
              <w:rPr>
                <w:rFonts w:ascii="Calibri" w:hAnsi="Calibri"/>
                <w:szCs w:val="20"/>
                <w:highlight w:val="yellow"/>
              </w:rPr>
              <w:t>/02/2023</w:t>
            </w:r>
          </w:p>
        </w:tc>
      </w:tr>
      <w:tr w:rsidR="00DB21A2" w:rsidRPr="00A33618" w14:paraId="09A05AD4" w14:textId="77777777" w:rsidTr="00F36CFF">
        <w:tc>
          <w:tcPr>
            <w:tcW w:w="4673" w:type="dxa"/>
            <w:shd w:val="clear" w:color="auto" w:fill="auto"/>
          </w:tcPr>
          <w:p w14:paraId="12B36EEF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08B38A6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AD1B1D6" w14:textId="597C2116" w:rsidR="00DB21A2" w:rsidRPr="00B0293A" w:rsidRDefault="00DB21A2" w:rsidP="00F36CFF">
            <w:pPr>
              <w:spacing w:before="24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3B6020">
              <w:rPr>
                <w:rFonts w:ascii="Calibri" w:hAnsi="Calibri"/>
                <w:szCs w:val="20"/>
                <w:highlight w:val="yellow"/>
              </w:rPr>
              <w:t>8</w:t>
            </w:r>
            <w:r>
              <w:rPr>
                <w:rFonts w:ascii="Calibri" w:hAnsi="Calibri"/>
                <w:szCs w:val="20"/>
                <w:highlight w:val="yellow"/>
              </w:rPr>
              <w:t>/02/2023 (16:00)</w:t>
            </w:r>
          </w:p>
        </w:tc>
      </w:tr>
      <w:tr w:rsidR="00DB21A2" w:rsidRPr="00A33618" w14:paraId="1D26EAFA" w14:textId="77777777" w:rsidTr="00F36CFF">
        <w:tc>
          <w:tcPr>
            <w:tcW w:w="4673" w:type="dxa"/>
            <w:shd w:val="clear" w:color="auto" w:fill="auto"/>
          </w:tcPr>
          <w:p w14:paraId="67C922B2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2A4502E6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48CEB2D" w14:textId="6C76A2DD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DB21A2">
              <w:rPr>
                <w:rFonts w:ascii="Calibri" w:hAnsi="Calibri"/>
                <w:szCs w:val="20"/>
              </w:rPr>
              <w:t>/02/2023</w:t>
            </w:r>
          </w:p>
        </w:tc>
      </w:tr>
      <w:tr w:rsidR="00DB21A2" w:rsidRPr="00A33618" w14:paraId="60350B7B" w14:textId="77777777" w:rsidTr="00F36CFF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9113330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3E5A563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067EA3" w14:textId="5A270BB6" w:rsidR="00DB21A2" w:rsidRPr="00B0293A" w:rsidRDefault="00DB21A2" w:rsidP="00F36CFF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3B6020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3/03/2023 (16:00)</w:t>
            </w:r>
          </w:p>
        </w:tc>
      </w:tr>
      <w:tr w:rsidR="00DB21A2" w:rsidRPr="00A33618" w14:paraId="7172EE61" w14:textId="77777777" w:rsidTr="00F36CFF">
        <w:tc>
          <w:tcPr>
            <w:tcW w:w="4673" w:type="dxa"/>
            <w:shd w:val="clear" w:color="auto" w:fill="auto"/>
          </w:tcPr>
          <w:p w14:paraId="6E06467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01CA732B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EB0D89D" w14:textId="481D5F29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DB21A2">
              <w:rPr>
                <w:rFonts w:ascii="Calibri" w:hAnsi="Calibri"/>
                <w:szCs w:val="20"/>
              </w:rPr>
              <w:t>/03/2023</w:t>
            </w:r>
          </w:p>
        </w:tc>
      </w:tr>
      <w:tr w:rsidR="00DB21A2" w:rsidRPr="00A33618" w14:paraId="632F1EB9" w14:textId="77777777" w:rsidTr="00F36CFF">
        <w:tc>
          <w:tcPr>
            <w:tcW w:w="4673" w:type="dxa"/>
            <w:shd w:val="clear" w:color="auto" w:fill="auto"/>
          </w:tcPr>
          <w:p w14:paraId="612FECEE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A163AC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8795E99" w14:textId="5691D8EF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DB21A2">
              <w:rPr>
                <w:rFonts w:ascii="Calibri" w:hAnsi="Calibri"/>
                <w:szCs w:val="20"/>
              </w:rPr>
              <w:t>/03/2023</w:t>
            </w:r>
          </w:p>
        </w:tc>
      </w:tr>
      <w:tr w:rsidR="00DB21A2" w:rsidRPr="00A33618" w14:paraId="0B6078E0" w14:textId="77777777" w:rsidTr="00F36CFF">
        <w:tc>
          <w:tcPr>
            <w:tcW w:w="4673" w:type="dxa"/>
            <w:shd w:val="clear" w:color="auto" w:fill="auto"/>
          </w:tcPr>
          <w:p w14:paraId="21BA84E3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0B88BE9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804CE06" w14:textId="51245F0F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DB21A2">
              <w:rPr>
                <w:rFonts w:ascii="Calibri" w:hAnsi="Calibri"/>
                <w:szCs w:val="20"/>
              </w:rPr>
              <w:t>/03/2023</w:t>
            </w:r>
          </w:p>
        </w:tc>
      </w:tr>
      <w:tr w:rsidR="00DB21A2" w:rsidRPr="00A33618" w14:paraId="6F43893D" w14:textId="77777777" w:rsidTr="00F36CFF">
        <w:tc>
          <w:tcPr>
            <w:tcW w:w="4673" w:type="dxa"/>
            <w:shd w:val="clear" w:color="auto" w:fill="auto"/>
          </w:tcPr>
          <w:p w14:paraId="0F09E1CD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9282056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36D32D2" w14:textId="14A076FA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DB21A2">
              <w:rPr>
                <w:rFonts w:ascii="Calibri" w:hAnsi="Calibri"/>
                <w:szCs w:val="20"/>
              </w:rPr>
              <w:t>/2022</w:t>
            </w:r>
          </w:p>
        </w:tc>
      </w:tr>
      <w:tr w:rsidR="00DB21A2" w:rsidRPr="00A33618" w14:paraId="4037901B" w14:textId="77777777" w:rsidTr="00F36CFF">
        <w:tc>
          <w:tcPr>
            <w:tcW w:w="4673" w:type="dxa"/>
            <w:shd w:val="clear" w:color="auto" w:fill="auto"/>
          </w:tcPr>
          <w:p w14:paraId="0CF4D908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2836C2B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7D92399" w14:textId="20520CAC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2EA02863" w14:textId="77777777" w:rsidR="00DB21A2" w:rsidRDefault="00DB21A2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A40DB" w14:textId="77777777" w:rsidR="002128B1" w:rsidRDefault="002128B1">
      <w:r>
        <w:separator/>
      </w:r>
    </w:p>
  </w:endnote>
  <w:endnote w:type="continuationSeparator" w:id="0">
    <w:p w14:paraId="6D203640" w14:textId="77777777" w:rsidR="002128B1" w:rsidRDefault="002128B1">
      <w:r>
        <w:continuationSeparator/>
      </w:r>
    </w:p>
  </w:endnote>
  <w:endnote w:type="continuationNotice" w:id="1">
    <w:p w14:paraId="08A6E5C7" w14:textId="77777777" w:rsidR="002128B1" w:rsidRDefault="002128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B21A2" w:rsidRPr="00DB21A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B21A2" w:rsidRPr="00DB21A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AC884F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224DD">
      <w:rPr>
        <w:noProof/>
      </w:rPr>
      <w:t>2023-02-16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5EA4E" w14:textId="77777777" w:rsidR="002128B1" w:rsidRDefault="002128B1">
      <w:r>
        <w:separator/>
      </w:r>
    </w:p>
  </w:footnote>
  <w:footnote w:type="continuationSeparator" w:id="0">
    <w:p w14:paraId="5EDAAC47" w14:textId="77777777" w:rsidR="002128B1" w:rsidRDefault="002128B1">
      <w:r>
        <w:continuationSeparator/>
      </w:r>
    </w:p>
  </w:footnote>
  <w:footnote w:type="continuationNotice" w:id="1">
    <w:p w14:paraId="2F138013" w14:textId="77777777" w:rsidR="002128B1" w:rsidRDefault="002128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9C872" w14:textId="6B0BCF14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9F43F6" w:rsidRPr="0063524A">
      <w:rPr>
        <w:rFonts w:asciiTheme="minorHAnsi" w:hAnsiTheme="minorHAnsi" w:cstheme="minorHAnsi"/>
        <w:szCs w:val="24"/>
      </w:rPr>
      <w:fldChar w:fldCharType="begin"/>
    </w:r>
    <w:r w:rsidR="009F43F6" w:rsidRPr="0063524A">
      <w:rPr>
        <w:rFonts w:asciiTheme="minorHAnsi" w:hAnsiTheme="minorHAnsi" w:cstheme="minorHAnsi"/>
        <w:szCs w:val="24"/>
      </w:rPr>
      <w:instrText xml:space="preserve"> REF Number \h  \* MERGEFORMAT </w:instrText>
    </w:r>
    <w:r w:rsidR="009F43F6" w:rsidRPr="0063524A">
      <w:rPr>
        <w:rFonts w:asciiTheme="minorHAnsi" w:hAnsiTheme="minorHAnsi" w:cstheme="minorHAnsi"/>
        <w:szCs w:val="24"/>
      </w:rPr>
    </w:r>
    <w:r w:rsidR="009F43F6" w:rsidRPr="0063524A">
      <w:rPr>
        <w:rFonts w:asciiTheme="minorHAnsi" w:hAnsiTheme="minorHAnsi" w:cstheme="minorHAnsi"/>
        <w:szCs w:val="24"/>
      </w:rPr>
      <w:fldChar w:fldCharType="separate"/>
    </w:r>
    <w:r w:rsidR="009F43F6" w:rsidRPr="0063524A">
      <w:rPr>
        <w:rStyle w:val="Strong"/>
        <w:rFonts w:asciiTheme="minorHAnsi" w:hAnsiTheme="minorHAnsi" w:cstheme="minorHAnsi"/>
        <w:szCs w:val="24"/>
      </w:rPr>
      <w:t>RFQ-MXXX-</w:t>
    </w:r>
    <w:r w:rsidR="009F43F6">
      <w:rPr>
        <w:rStyle w:val="Strong"/>
        <w:rFonts w:asciiTheme="minorHAnsi" w:hAnsiTheme="minorHAnsi" w:cstheme="minorHAnsi"/>
        <w:szCs w:val="24"/>
      </w:rPr>
      <w:t>2201-289</w:t>
    </w:r>
    <w:r w:rsidR="009F43F6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28B1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272F3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020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4DD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4A3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CA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A7C96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3F6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21A2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EAB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226"/>
    <w:rsid w:val="00FD1BC7"/>
    <w:rsid w:val="00FD3959"/>
    <w:rsid w:val="00FD4F46"/>
    <w:rsid w:val="00FD5674"/>
    <w:rsid w:val="00FD6B25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85D91A-D10F-45AD-AB67-9E545C3F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Nauatara</cp:lastModifiedBy>
  <cp:revision>10</cp:revision>
  <cp:lastPrinted>2013-10-18T08:32:00Z</cp:lastPrinted>
  <dcterms:created xsi:type="dcterms:W3CDTF">2020-07-06T12:40:00Z</dcterms:created>
  <dcterms:modified xsi:type="dcterms:W3CDTF">2023-02-16T04:06:00Z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